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F66F2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336BEB09" w14:textId="77777777" w:rsidR="00C500BC" w:rsidRDefault="00C500BC" w:rsidP="00C500B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lang w:val="nl-NL"/>
        </w:rPr>
        <w:t>Diepspoel staand baby/kleuter toilet gemaakt uit sanitair porselein met onzichtbare sifon en bevestiging.  </w:t>
      </w:r>
      <w:r>
        <w:rPr>
          <w:rStyle w:val="eop"/>
          <w:rFonts w:ascii="Arial" w:hAnsi="Arial" w:cs="Arial"/>
        </w:rPr>
        <w:t> </w:t>
      </w:r>
    </w:p>
    <w:p w14:paraId="4E247825" w14:textId="77777777" w:rsidR="00C500BC" w:rsidRDefault="00C500BC" w:rsidP="00C500B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lang w:val="nl-NL"/>
        </w:rPr>
        <w:t>De technologie van de wc zonder spoelrand garandeert een optimale waterbegeleiding dankzij een kunststof spoelwaterverdeler die het spoelwater via een subtiel lijnprofiel in de closetpot verspreidt. </w:t>
      </w:r>
      <w:r>
        <w:rPr>
          <w:rStyle w:val="eop"/>
          <w:rFonts w:ascii="Arial" w:hAnsi="Arial" w:cs="Arial"/>
        </w:rPr>
        <w:t> </w:t>
      </w:r>
    </w:p>
    <w:p w14:paraId="68220AA7" w14:textId="77777777" w:rsidR="00C500BC" w:rsidRDefault="00C500BC" w:rsidP="00C500B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lang w:val="nl-NL"/>
        </w:rPr>
        <w:t>De kunststof spoelverdeler wordt in de wc pot verborgen door een porseleinen afschermrand van 9cm</w:t>
      </w:r>
      <w:r>
        <w:rPr>
          <w:rStyle w:val="eop"/>
          <w:rFonts w:ascii="Arial" w:hAnsi="Arial" w:cs="Arial"/>
        </w:rPr>
        <w:t> </w:t>
      </w:r>
    </w:p>
    <w:p w14:paraId="7CFF9DB4" w14:textId="77777777" w:rsidR="00C500BC" w:rsidRDefault="00C500BC" w:rsidP="00C500B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lang w:val="nl-NL"/>
        </w:rPr>
        <w:t>Door de toegepaste technologie is er geen spoelboord nodig.</w:t>
      </w:r>
      <w:r>
        <w:rPr>
          <w:rStyle w:val="eop"/>
          <w:rFonts w:ascii="Arial" w:hAnsi="Arial" w:cs="Arial"/>
        </w:rPr>
        <w:t> </w:t>
      </w:r>
    </w:p>
    <w:p w14:paraId="7551F7F3" w14:textId="77777777" w:rsidR="00C500BC" w:rsidRDefault="00C500BC" w:rsidP="00C500B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lang w:val="nl-NL"/>
        </w:rPr>
        <w:t>Watertoevoer dient voorzien te worden dmv een inbouwelement aangepast aan specificaties van het toilet</w:t>
      </w:r>
      <w:r>
        <w:rPr>
          <w:rStyle w:val="eop"/>
          <w:rFonts w:ascii="Arial" w:hAnsi="Arial" w:cs="Arial"/>
        </w:rPr>
        <w:t> </w:t>
      </w:r>
    </w:p>
    <w:p w14:paraId="5AF9AB88" w14:textId="2934F959" w:rsidR="00C500BC" w:rsidRDefault="00C500BC" w:rsidP="00C500B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lang w:val="nl-NL"/>
        </w:rPr>
      </w:pPr>
      <w:r>
        <w:rPr>
          <w:rStyle w:val="normaltextrun"/>
          <w:rFonts w:ascii="Arial" w:hAnsi="Arial" w:cs="Arial"/>
          <w:lang w:val="nl-NL"/>
        </w:rPr>
        <w:t xml:space="preserve">Het design van de wc is bolvormig vooraan en versmalt niet naar achter toe.  </w:t>
      </w:r>
    </w:p>
    <w:p w14:paraId="704E95F5" w14:textId="69810BFC" w:rsidR="00C500BC" w:rsidRDefault="00C500BC" w:rsidP="00C500B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lang w:val="nl-NL"/>
        </w:rPr>
      </w:pPr>
      <w:r>
        <w:rPr>
          <w:rStyle w:val="normaltextrun"/>
          <w:rFonts w:ascii="Arial" w:hAnsi="Arial" w:cs="Arial"/>
          <w:lang w:val="nl-NL"/>
        </w:rPr>
        <w:t>Achteraan is</w:t>
      </w:r>
      <w:r w:rsidR="009D1D6C">
        <w:rPr>
          <w:rStyle w:val="normaltextrun"/>
          <w:rFonts w:ascii="Arial" w:hAnsi="Arial" w:cs="Arial"/>
          <w:lang w:val="nl-NL"/>
        </w:rPr>
        <w:t xml:space="preserve"> een opstaande rand van  6.5cm</w:t>
      </w:r>
    </w:p>
    <w:p w14:paraId="64A22554" w14:textId="76716EDC" w:rsidR="00C500BC" w:rsidRDefault="00C500BC" w:rsidP="00C500B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lang w:val="nl-NL"/>
        </w:rPr>
        <w:t>Er zijn gaten voorzien voor een toiletzitting</w:t>
      </w:r>
      <w:r>
        <w:rPr>
          <w:rStyle w:val="eop"/>
          <w:rFonts w:ascii="Arial" w:hAnsi="Arial" w:cs="Arial"/>
        </w:rPr>
        <w:t> </w:t>
      </w:r>
    </w:p>
    <w:p w14:paraId="3B7EF1B1" w14:textId="77777777" w:rsidR="00C500BC" w:rsidRDefault="00C500BC" w:rsidP="00C500B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lang w:val="nl-NL"/>
        </w:rPr>
        <w:t>De voet van het toilet loopt licht naar binnen toe.</w:t>
      </w:r>
      <w:r>
        <w:rPr>
          <w:rStyle w:val="eop"/>
          <w:rFonts w:ascii="Arial" w:hAnsi="Arial" w:cs="Arial"/>
        </w:rPr>
        <w:t> </w:t>
      </w:r>
    </w:p>
    <w:p w14:paraId="100AD58A" w14:textId="77777777" w:rsidR="00C500BC" w:rsidRDefault="00C500BC" w:rsidP="00C500B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color w:val="000000"/>
          <w:shd w:val="clear" w:color="auto" w:fill="FFFFFF"/>
          <w:lang w:val="nl-NL"/>
        </w:rPr>
        <w:t>De binnenzijde is volledig geglazuurd zonder inkepingen, teneinde het onderhoud te vergemakkelijken. </w:t>
      </w:r>
      <w:r>
        <w:rPr>
          <w:rStyle w:val="eop"/>
          <w:rFonts w:ascii="Arial" w:hAnsi="Arial" w:cs="Arial"/>
          <w:color w:val="000000"/>
        </w:rPr>
        <w:t> </w:t>
      </w:r>
    </w:p>
    <w:p w14:paraId="0AAED87E" w14:textId="77777777" w:rsidR="00C500BC" w:rsidRDefault="00C500BC" w:rsidP="00C500B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70B40694" w14:textId="77777777" w:rsidR="00C500BC" w:rsidRDefault="00C500BC" w:rsidP="00C500B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lang w:val="nl-NL"/>
        </w:rPr>
        <w:t>Het logo van de fabrikant is op subtiele wijze en in een lichte kleur aangebracht op het porselein</w:t>
      </w:r>
      <w:r>
        <w:rPr>
          <w:rStyle w:val="eop"/>
          <w:rFonts w:ascii="Arial" w:hAnsi="Arial" w:cs="Arial"/>
        </w:rPr>
        <w:t> </w:t>
      </w:r>
    </w:p>
    <w:p w14:paraId="791C60BE" w14:textId="77777777" w:rsidR="00E46E72" w:rsidRPr="00C500BC" w:rsidRDefault="00E46E72" w:rsidP="001332A1">
      <w:pPr>
        <w:rPr>
          <w:lang w:val="nl-BE"/>
        </w:rPr>
      </w:pPr>
    </w:p>
    <w:p w14:paraId="50B84A2A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90211E3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F750921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77EC24C1" w14:textId="77777777" w:rsidR="002F1A08" w:rsidRPr="002F1A08" w:rsidRDefault="002F1A08" w:rsidP="002F1A08">
      <w:pPr>
        <w:ind w:left="567"/>
        <w:rPr>
          <w:u w:val="single"/>
        </w:rPr>
      </w:pPr>
    </w:p>
    <w:p w14:paraId="394B045D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0DF32E31" w14:textId="13ABE2EF" w:rsidR="00106C8C" w:rsidRDefault="002B4177" w:rsidP="002F1A08">
      <w:r>
        <w:t xml:space="preserve">Klasse 1 spoelvolume </w:t>
      </w:r>
      <w:r w:rsidR="00854768">
        <w:t>4-5</w:t>
      </w:r>
      <w:r>
        <w:t>L volgens norm EN997</w:t>
      </w:r>
      <w:r w:rsidR="00854768">
        <w:t xml:space="preserve"> CL1A</w:t>
      </w:r>
    </w:p>
    <w:p w14:paraId="453FCF70" w14:textId="77777777" w:rsidR="002B4177" w:rsidRDefault="002B4177" w:rsidP="002F1A08">
      <w:r>
        <w:t>Binnenzijde van de sifon is geëmailleerd</w:t>
      </w:r>
    </w:p>
    <w:p w14:paraId="3C05DA06" w14:textId="77777777" w:rsidR="004B3667" w:rsidRDefault="004B3667" w:rsidP="002F1A08">
      <w:r>
        <w:t>Binnenzijde spoelrand geëmailleerd</w:t>
      </w:r>
    </w:p>
    <w:p w14:paraId="4789E5F5" w14:textId="558FFAB6" w:rsidR="00805D65" w:rsidRDefault="00805D65" w:rsidP="00805D65">
      <w:r>
        <w:t>Diepte:</w:t>
      </w:r>
      <w:r>
        <w:tab/>
      </w:r>
      <w:r w:rsidR="009D1D6C">
        <w:t>53</w:t>
      </w:r>
      <w:r>
        <w:t>cm</w:t>
      </w:r>
    </w:p>
    <w:p w14:paraId="1047B050" w14:textId="71462445" w:rsidR="00805D65" w:rsidRDefault="00805D65" w:rsidP="00805D65">
      <w:r>
        <w:t>Breedte:</w:t>
      </w:r>
      <w:r>
        <w:tab/>
      </w:r>
      <w:r w:rsidR="00C438AD">
        <w:t>33</w:t>
      </w:r>
      <w:r w:rsidR="009D1D6C">
        <w:t>,5</w:t>
      </w:r>
      <w:r>
        <w:t>cm</w:t>
      </w:r>
    </w:p>
    <w:p w14:paraId="2943AB68" w14:textId="158D2120" w:rsidR="00805D65" w:rsidRDefault="00805D65" w:rsidP="00805D65">
      <w:r>
        <w:t>Hoogte:</w:t>
      </w:r>
      <w:r>
        <w:tab/>
        <w:t>3</w:t>
      </w:r>
      <w:r w:rsidR="009D1D6C">
        <w:t>6.5</w:t>
      </w:r>
      <w:r>
        <w:t>cm</w:t>
      </w:r>
    </w:p>
    <w:p w14:paraId="24136D0E" w14:textId="77777777" w:rsidR="00106C8C" w:rsidRDefault="00805D65" w:rsidP="002B77D5">
      <w:r>
        <w:t xml:space="preserve">Kleur: </w:t>
      </w:r>
      <w:r>
        <w:tab/>
      </w:r>
      <w:r>
        <w:tab/>
        <w:t>Wit</w:t>
      </w:r>
    </w:p>
    <w:p w14:paraId="7D91A15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16DCE84" w14:textId="22EA735C" w:rsidR="00E14565" w:rsidRDefault="00E14565" w:rsidP="00E14565">
      <w:pPr>
        <w:pStyle w:val="Kop1"/>
        <w:rPr>
          <w:b/>
          <w:bCs/>
        </w:rPr>
      </w:pPr>
      <w:r>
        <w:rPr>
          <w:b/>
          <w:bCs/>
        </w:rPr>
        <w:t>Plaatsing</w:t>
      </w:r>
    </w:p>
    <w:p w14:paraId="17584A32" w14:textId="6A0669F5" w:rsidR="00DE6D12" w:rsidRPr="00DE6D12" w:rsidRDefault="00DE6D12" w:rsidP="00DE6D12">
      <w:r>
        <w:t>Volgens de richtlijnen van de fabrikant</w:t>
      </w:r>
    </w:p>
    <w:p w14:paraId="6F6C826A" w14:textId="7FCB088F" w:rsidR="00E14565" w:rsidRDefault="00E14565" w:rsidP="00E14565"/>
    <w:p w14:paraId="2B145481" w14:textId="77777777" w:rsidR="00E14565" w:rsidRDefault="00E14565" w:rsidP="00E14565"/>
    <w:p w14:paraId="4FACB9EC" w14:textId="30656F59" w:rsidR="00E14565" w:rsidRDefault="00E14565" w:rsidP="00E14565"/>
    <w:p w14:paraId="7ACDBFDD" w14:textId="2B770E56" w:rsidR="00E14565" w:rsidRPr="00E14565" w:rsidRDefault="00502659" w:rsidP="00E14565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5EC21783" w14:textId="4CAE169E" w:rsidR="00C454A1" w:rsidRPr="00C454A1" w:rsidRDefault="00C454A1" w:rsidP="00C454A1"/>
    <w:p w14:paraId="570CF00E" w14:textId="77777777" w:rsidR="00586B18" w:rsidRPr="00586B18" w:rsidRDefault="00586B18" w:rsidP="00586B18"/>
    <w:p w14:paraId="26621F68" w14:textId="04D19CA9" w:rsidR="00CE5E0E" w:rsidRPr="00FF20C8" w:rsidRDefault="00742B9E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873B99C" wp14:editId="45DD6D81">
            <wp:extent cx="4788807" cy="442912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92021" cy="4432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5B95DA" w14:textId="7F9E0412" w:rsidR="008A5169" w:rsidRDefault="008A5169" w:rsidP="008A5169">
      <w:pPr>
        <w:pStyle w:val="Bulleted2"/>
        <w:numPr>
          <w:ilvl w:val="0"/>
          <w:numId w:val="0"/>
        </w:numPr>
      </w:pPr>
    </w:p>
    <w:p w14:paraId="6C0F1A3A" w14:textId="7891FB51" w:rsidR="00742B9E" w:rsidRPr="00742B9E" w:rsidRDefault="00742B9E" w:rsidP="00742B9E"/>
    <w:p w14:paraId="13634D16" w14:textId="639105CE" w:rsidR="00742B9E" w:rsidRPr="00742B9E" w:rsidRDefault="00742B9E" w:rsidP="00742B9E"/>
    <w:p w14:paraId="4D988E3F" w14:textId="7095DBA1" w:rsidR="00742B9E" w:rsidRPr="00742B9E" w:rsidRDefault="00742B9E" w:rsidP="00742B9E"/>
    <w:p w14:paraId="40179A09" w14:textId="647D307F" w:rsidR="00742B9E" w:rsidRPr="00742B9E" w:rsidRDefault="00742B9E" w:rsidP="00742B9E"/>
    <w:p w14:paraId="31BA6130" w14:textId="562F3B3D" w:rsidR="00742B9E" w:rsidRPr="00742B9E" w:rsidRDefault="00742B9E" w:rsidP="00742B9E"/>
    <w:p w14:paraId="6D0073F7" w14:textId="456DBEA5" w:rsidR="00742B9E" w:rsidRPr="00742B9E" w:rsidRDefault="00742B9E" w:rsidP="00742B9E"/>
    <w:p w14:paraId="1E3799C8" w14:textId="56135F54" w:rsidR="00742B9E" w:rsidRPr="00742B9E" w:rsidRDefault="00742B9E" w:rsidP="00742B9E"/>
    <w:p w14:paraId="403CF2E8" w14:textId="7D3F7C81" w:rsidR="00742B9E" w:rsidRPr="00742B9E" w:rsidRDefault="00742B9E" w:rsidP="00742B9E"/>
    <w:p w14:paraId="079852FC" w14:textId="79B4333C" w:rsidR="00742B9E" w:rsidRPr="00742B9E" w:rsidRDefault="00742B9E" w:rsidP="00742B9E"/>
    <w:p w14:paraId="111E6CA7" w14:textId="573AECDA" w:rsidR="00742B9E" w:rsidRDefault="00742B9E" w:rsidP="00742B9E"/>
    <w:p w14:paraId="0A9D4B27" w14:textId="4F58D67B" w:rsidR="00742B9E" w:rsidRDefault="00742B9E" w:rsidP="00742B9E"/>
    <w:p w14:paraId="1E29192F" w14:textId="29B7D427" w:rsidR="00742B9E" w:rsidRPr="00742B9E" w:rsidRDefault="00742B9E" w:rsidP="00742B9E">
      <w:pPr>
        <w:tabs>
          <w:tab w:val="left" w:pos="5385"/>
        </w:tabs>
      </w:pPr>
      <w:r>
        <w:tab/>
      </w:r>
    </w:p>
    <w:sectPr w:rsidR="00742B9E" w:rsidRPr="00742B9E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DB9B8" w14:textId="77777777" w:rsidR="00BB496C" w:rsidRDefault="00BB496C">
      <w:r>
        <w:separator/>
      </w:r>
    </w:p>
  </w:endnote>
  <w:endnote w:type="continuationSeparator" w:id="0">
    <w:p w14:paraId="345992CD" w14:textId="77777777" w:rsidR="00BB496C" w:rsidRDefault="00BB4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8E6143C" w14:textId="77777777">
      <w:tc>
        <w:tcPr>
          <w:tcW w:w="3392" w:type="dxa"/>
        </w:tcPr>
        <w:p w14:paraId="37553DC1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C2EF8B1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1078781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5DA340B9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F1701" w14:textId="77777777" w:rsidR="00BB496C" w:rsidRDefault="00BB496C">
      <w:r>
        <w:separator/>
      </w:r>
    </w:p>
  </w:footnote>
  <w:footnote w:type="continuationSeparator" w:id="0">
    <w:p w14:paraId="79715EF1" w14:textId="77777777" w:rsidR="00BB496C" w:rsidRDefault="00BB49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F8932" w14:textId="79D65DDB" w:rsidR="006C51DB" w:rsidRDefault="006C51D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2FDB91EC" wp14:editId="1579CBDA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1ABA22" w14:textId="21AB88DC" w:rsidR="00025544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6C51DB"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>ambini staande kinder-wc</w:t>
    </w:r>
    <w:r w:rsidR="006C51DB">
      <w:rPr>
        <w:rFonts w:ascii="Arial" w:hAnsi="Arial" w:cs="Arial"/>
        <w:b/>
        <w:szCs w:val="24"/>
        <w:lang w:val="nl-BE"/>
      </w:rPr>
      <w:t>, diepspoel</w:t>
    </w:r>
    <w:r w:rsidR="00C438AD">
      <w:rPr>
        <w:rFonts w:ascii="Arial" w:hAnsi="Arial" w:cs="Arial"/>
        <w:b/>
        <w:szCs w:val="24"/>
        <w:lang w:val="nl-BE"/>
      </w:rPr>
      <w:t>,</w:t>
    </w:r>
    <w:r w:rsidR="006C51DB">
      <w:rPr>
        <w:rFonts w:ascii="Arial" w:hAnsi="Arial" w:cs="Arial"/>
        <w:b/>
        <w:szCs w:val="24"/>
        <w:lang w:val="nl-BE"/>
      </w:rPr>
      <w:t xml:space="preserve"> Rimfree,</w:t>
    </w:r>
    <w:r w:rsidR="00C438AD">
      <w:rPr>
        <w:rFonts w:ascii="Arial" w:hAnsi="Arial" w:cs="Arial"/>
        <w:b/>
        <w:szCs w:val="24"/>
        <w:lang w:val="nl-BE"/>
      </w:rPr>
      <w:t xml:space="preserve"> voor wc zitting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F043693"/>
    <w:multiLevelType w:val="hybridMultilevel"/>
    <w:tmpl w:val="E1A07CB4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36587464">
    <w:abstractNumId w:val="19"/>
  </w:num>
  <w:num w:numId="2" w16cid:durableId="1613320517">
    <w:abstractNumId w:val="25"/>
  </w:num>
  <w:num w:numId="3" w16cid:durableId="120539226">
    <w:abstractNumId w:val="4"/>
  </w:num>
  <w:num w:numId="4" w16cid:durableId="566037810">
    <w:abstractNumId w:val="3"/>
  </w:num>
  <w:num w:numId="5" w16cid:durableId="626011109">
    <w:abstractNumId w:val="14"/>
  </w:num>
  <w:num w:numId="6" w16cid:durableId="1812821552">
    <w:abstractNumId w:val="17"/>
  </w:num>
  <w:num w:numId="7" w16cid:durableId="1100905854">
    <w:abstractNumId w:val="6"/>
  </w:num>
  <w:num w:numId="8" w16cid:durableId="1004017495">
    <w:abstractNumId w:val="22"/>
  </w:num>
  <w:num w:numId="9" w16cid:durableId="302080415">
    <w:abstractNumId w:val="28"/>
  </w:num>
  <w:num w:numId="10" w16cid:durableId="2139491409">
    <w:abstractNumId w:val="2"/>
  </w:num>
  <w:num w:numId="11" w16cid:durableId="1890727013">
    <w:abstractNumId w:val="13"/>
  </w:num>
  <w:num w:numId="12" w16cid:durableId="900402401">
    <w:abstractNumId w:val="12"/>
  </w:num>
  <w:num w:numId="13" w16cid:durableId="1128284697">
    <w:abstractNumId w:val="27"/>
  </w:num>
  <w:num w:numId="14" w16cid:durableId="2052919688">
    <w:abstractNumId w:val="8"/>
  </w:num>
  <w:num w:numId="15" w16cid:durableId="1534264443">
    <w:abstractNumId w:val="0"/>
  </w:num>
  <w:num w:numId="16" w16cid:durableId="1480221904">
    <w:abstractNumId w:val="11"/>
  </w:num>
  <w:num w:numId="17" w16cid:durableId="1756365419">
    <w:abstractNumId w:val="5"/>
  </w:num>
  <w:num w:numId="18" w16cid:durableId="53818249">
    <w:abstractNumId w:val="23"/>
  </w:num>
  <w:num w:numId="19" w16cid:durableId="865366486">
    <w:abstractNumId w:val="24"/>
  </w:num>
  <w:num w:numId="20" w16cid:durableId="482041675">
    <w:abstractNumId w:val="21"/>
  </w:num>
  <w:num w:numId="21" w16cid:durableId="2039507130">
    <w:abstractNumId w:val="20"/>
  </w:num>
  <w:num w:numId="22" w16cid:durableId="152264026">
    <w:abstractNumId w:val="16"/>
  </w:num>
  <w:num w:numId="23" w16cid:durableId="2105422120">
    <w:abstractNumId w:val="26"/>
  </w:num>
  <w:num w:numId="24" w16cid:durableId="1345403167">
    <w:abstractNumId w:val="9"/>
  </w:num>
  <w:num w:numId="25" w16cid:durableId="566766672">
    <w:abstractNumId w:val="10"/>
  </w:num>
  <w:num w:numId="26" w16cid:durableId="2047901459">
    <w:abstractNumId w:val="1"/>
  </w:num>
  <w:num w:numId="27" w16cid:durableId="1562515623">
    <w:abstractNumId w:val="18"/>
  </w:num>
  <w:num w:numId="28" w16cid:durableId="478425398">
    <w:abstractNumId w:val="7"/>
  </w:num>
  <w:num w:numId="29" w16cid:durableId="1615363048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357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10F4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1DB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42B9E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5D65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54768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1D6C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496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00BC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E6D12"/>
    <w:rsid w:val="00DF55D5"/>
    <w:rsid w:val="00DF60BB"/>
    <w:rsid w:val="00DF6CEF"/>
    <w:rsid w:val="00E14565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6ACC31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E14565"/>
    <w:pPr>
      <w:ind w:left="720"/>
      <w:contextualSpacing/>
    </w:pPr>
  </w:style>
  <w:style w:type="paragraph" w:customStyle="1" w:styleId="paragraph">
    <w:name w:val="paragraph"/>
    <w:basedOn w:val="Standaard"/>
    <w:rsid w:val="00C500BC"/>
    <w:pPr>
      <w:spacing w:before="100" w:beforeAutospacing="1" w:after="100" w:afterAutospacing="1"/>
    </w:pPr>
    <w:rPr>
      <w:rFonts w:ascii="Times New Roman" w:hAnsi="Times New Roman"/>
      <w:szCs w:val="24"/>
      <w:lang w:val="nl-BE" w:eastAsia="nl-BE"/>
    </w:rPr>
  </w:style>
  <w:style w:type="character" w:customStyle="1" w:styleId="normaltextrun">
    <w:name w:val="normaltextrun"/>
    <w:basedOn w:val="Standaardalinea-lettertype"/>
    <w:rsid w:val="00C500BC"/>
  </w:style>
  <w:style w:type="character" w:customStyle="1" w:styleId="eop">
    <w:name w:val="eop"/>
    <w:basedOn w:val="Standaardalinea-lettertype"/>
    <w:rsid w:val="00C500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12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73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4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9408A4-BDDB-4C35-91BA-D04D94107CBE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9D45B1A6-0800-442C-9EC7-91AFC625C2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45E629-B970-4BD8-9843-3C5B39807FB4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233</TotalTime>
  <Pages>2</Pages>
  <Words>219</Words>
  <Characters>1205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29</cp:revision>
  <cp:lastPrinted>2011-12-15T11:14:00Z</cp:lastPrinted>
  <dcterms:created xsi:type="dcterms:W3CDTF">2020-03-10T16:23:00Z</dcterms:created>
  <dcterms:modified xsi:type="dcterms:W3CDTF">2023-12-06T14:05:00Z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436300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